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7E69A" w14:textId="77777777" w:rsidR="00555BC1" w:rsidRDefault="00555BC1" w:rsidP="00B31CBC">
      <w:pPr>
        <w:spacing w:after="160" w:line="240" w:lineRule="auto"/>
        <w:rPr>
          <w:rFonts w:ascii="Helvetica" w:hAnsi="Helvetica" w:cs="Arial"/>
          <w:sz w:val="16"/>
          <w:szCs w:val="16"/>
        </w:rPr>
      </w:pPr>
    </w:p>
    <w:p w14:paraId="60A92A94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54D34AF4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48EF4EA7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1FA9389B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39ED6747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639FE7E2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088FA1D2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093FAB2B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6A9634BC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1F71FF45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735AADEA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78CEDE85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333B7F8A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0C98A847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577C68C9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5ACCBB50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7B3AD329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1AC3C9B4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641DB0F7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621AE4DF" w14:textId="77777777" w:rsidR="006E3F37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3CCB237E" w14:textId="77777777" w:rsidR="006E3F37" w:rsidRPr="00515F96" w:rsidRDefault="006E3F37" w:rsidP="00B31CBC">
      <w:pPr>
        <w:spacing w:after="160" w:line="240" w:lineRule="auto"/>
        <w:rPr>
          <w:rFonts w:ascii="Helvetica" w:hAnsi="Helvetica" w:cs="Arial"/>
        </w:rPr>
      </w:pPr>
    </w:p>
    <w:p w14:paraId="0CB13C97" w14:textId="77777777" w:rsidR="00BA352A" w:rsidRPr="00515F96" w:rsidRDefault="00595A49" w:rsidP="00EF51C4">
      <w:pPr>
        <w:spacing w:after="0" w:line="240" w:lineRule="auto"/>
        <w:rPr>
          <w:rFonts w:ascii="Helvetica" w:hAnsi="Helvetica" w:cs="Arial"/>
        </w:rPr>
      </w:pPr>
      <w:r w:rsidRPr="00515F96">
        <w:rPr>
          <w:rFonts w:ascii="Helvetica" w:hAnsi="Helvetica" w:cs="Arial"/>
        </w:rPr>
        <w:t>You</w:t>
      </w:r>
      <w:r w:rsidR="00951C59" w:rsidRPr="00515F96">
        <w:rPr>
          <w:rFonts w:ascii="Helvetica" w:hAnsi="Helvetica" w:cs="Arial"/>
        </w:rPr>
        <w:t>rs faithfully,</w:t>
      </w:r>
    </w:p>
    <w:p w14:paraId="4B1FFFF0" w14:textId="2F5F3533" w:rsidR="0020650D" w:rsidRPr="00515F96" w:rsidRDefault="0020650D" w:rsidP="00EF51C4">
      <w:pPr>
        <w:spacing w:after="0" w:line="240" w:lineRule="auto"/>
        <w:rPr>
          <w:rFonts w:ascii="Helvetica" w:hAnsi="Helvetica" w:cs="Arial"/>
          <w:b/>
          <w:u w:val="single"/>
        </w:rPr>
      </w:pPr>
    </w:p>
    <w:p w14:paraId="1654AC2D" w14:textId="77777777" w:rsidR="00BA352A" w:rsidRPr="00515F96" w:rsidRDefault="00BA352A" w:rsidP="00BA352A">
      <w:pPr>
        <w:spacing w:after="0" w:line="240" w:lineRule="auto"/>
        <w:rPr>
          <w:rFonts w:ascii="Helvetica" w:hAnsi="Helvetica" w:cs="Arial"/>
        </w:rPr>
      </w:pPr>
    </w:p>
    <w:p w14:paraId="495DF7CA" w14:textId="34783A41" w:rsidR="00BA352A" w:rsidRPr="0087038C" w:rsidRDefault="00BA352A" w:rsidP="00BA352A">
      <w:pPr>
        <w:spacing w:after="0" w:line="240" w:lineRule="auto"/>
        <w:rPr>
          <w:rFonts w:ascii="Helvetica" w:hAnsi="Helvetica" w:cs="Arial"/>
          <w:sz w:val="16"/>
          <w:szCs w:val="16"/>
        </w:rPr>
      </w:pPr>
      <w:r w:rsidRPr="0087038C">
        <w:rPr>
          <w:rFonts w:ascii="Helvetica" w:hAnsi="Helvetica" w:cs="Arial"/>
          <w:sz w:val="16"/>
          <w:szCs w:val="16"/>
        </w:rPr>
        <w:t>……………………</w:t>
      </w:r>
      <w:r w:rsidR="0087038C">
        <w:rPr>
          <w:rFonts w:ascii="Helvetica" w:hAnsi="Helvetica" w:cs="Arial"/>
          <w:sz w:val="16"/>
          <w:szCs w:val="16"/>
        </w:rPr>
        <w:t>……………</w:t>
      </w:r>
      <w:r w:rsidRPr="0087038C">
        <w:rPr>
          <w:rFonts w:ascii="Helvetica" w:hAnsi="Helvetica" w:cs="Arial"/>
          <w:sz w:val="16"/>
          <w:szCs w:val="16"/>
        </w:rPr>
        <w:t>……</w:t>
      </w:r>
    </w:p>
    <w:p w14:paraId="34F7D820" w14:textId="0316573F" w:rsidR="00BA352A" w:rsidRPr="0087038C" w:rsidRDefault="0087038C" w:rsidP="00BA352A">
      <w:pPr>
        <w:spacing w:after="0" w:line="240" w:lineRule="auto"/>
        <w:rPr>
          <w:rFonts w:ascii="Helvetica" w:hAnsi="Helvetica" w:cs="Arial"/>
          <w:b/>
        </w:rPr>
      </w:pPr>
      <w:r w:rsidRPr="0087038C">
        <w:rPr>
          <w:rFonts w:ascii="Helvetica" w:hAnsi="Helvetica" w:cs="Arial"/>
          <w:b/>
        </w:rPr>
        <w:t>Clairmont</w:t>
      </w:r>
      <w:r>
        <w:rPr>
          <w:rFonts w:ascii="Helvetica" w:hAnsi="Helvetica" w:cs="Arial"/>
          <w:b/>
        </w:rPr>
        <w:t xml:space="preserve"> </w:t>
      </w:r>
      <w:r w:rsidRPr="0087038C">
        <w:rPr>
          <w:rFonts w:ascii="Helvetica" w:hAnsi="Helvetica" w:cs="Arial"/>
          <w:b/>
        </w:rPr>
        <w:t>Banks</w:t>
      </w:r>
    </w:p>
    <w:p w14:paraId="36A21A82" w14:textId="77777777" w:rsidR="00C947F4" w:rsidRPr="00C947F4" w:rsidRDefault="00C947F4" w:rsidP="00EF51C4">
      <w:pPr>
        <w:spacing w:after="0" w:line="240" w:lineRule="auto"/>
        <w:rPr>
          <w:rFonts w:ascii="Helvetica" w:hAnsi="Helvetica" w:cs="Arial"/>
          <w:i/>
          <w:sz w:val="16"/>
          <w:szCs w:val="16"/>
        </w:rPr>
      </w:pPr>
    </w:p>
    <w:sectPr w:rsidR="00C947F4" w:rsidRPr="00C947F4" w:rsidSect="00374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8" w:right="1440" w:bottom="1259" w:left="1440" w:header="540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DA37E" w14:textId="77777777" w:rsidR="00D97A07" w:rsidRDefault="00D97A07" w:rsidP="00951C59">
      <w:pPr>
        <w:spacing w:after="0" w:line="240" w:lineRule="auto"/>
      </w:pPr>
      <w:r>
        <w:separator/>
      </w:r>
    </w:p>
  </w:endnote>
  <w:endnote w:type="continuationSeparator" w:id="0">
    <w:p w14:paraId="78B2F7EE" w14:textId="77777777" w:rsidR="00D97A07" w:rsidRDefault="00D97A07" w:rsidP="0095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AFF3F" w14:textId="77777777" w:rsidR="006E3F37" w:rsidRDefault="006E3F3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A2B31" w14:textId="77777777" w:rsidR="00D97A07" w:rsidRDefault="00D97A07" w:rsidP="006F61C2">
    <w:pPr>
      <w:pStyle w:val="Footer"/>
      <w:pBdr>
        <w:bottom w:val="single" w:sz="2" w:space="1" w:color="FF0000"/>
      </w:pBdr>
      <w:tabs>
        <w:tab w:val="clear" w:pos="9026"/>
        <w:tab w:val="right" w:pos="8820"/>
      </w:tabs>
      <w:ind w:right="-46"/>
      <w:rPr>
        <w:color w:val="808080"/>
      </w:rPr>
    </w:pPr>
  </w:p>
  <w:p w14:paraId="5847E372" w14:textId="77777777" w:rsidR="00D97A07" w:rsidRPr="0022108C" w:rsidRDefault="00D97A07" w:rsidP="006F61C2">
    <w:pPr>
      <w:pStyle w:val="Footer"/>
      <w:pBdr>
        <w:bottom w:val="single" w:sz="2" w:space="1" w:color="FF0000"/>
      </w:pBdr>
      <w:tabs>
        <w:tab w:val="clear" w:pos="9026"/>
        <w:tab w:val="right" w:pos="8820"/>
      </w:tabs>
      <w:ind w:right="-46"/>
      <w:rPr>
        <w:color w:val="808080"/>
      </w:rPr>
    </w:pPr>
  </w:p>
  <w:p w14:paraId="58ED74CA" w14:textId="77777777" w:rsidR="00D97A07" w:rsidRPr="00B855A4" w:rsidRDefault="00D97A07">
    <w:pPr>
      <w:pStyle w:val="Footer"/>
      <w:rPr>
        <w:color w:val="000000" w:themeColor="text1"/>
        <w:sz w:val="16"/>
        <w:szCs w:val="16"/>
      </w:rPr>
    </w:pPr>
  </w:p>
  <w:p w14:paraId="28A64433" w14:textId="4BDB55C7" w:rsidR="00D97A07" w:rsidRPr="00B855A4" w:rsidRDefault="00D97A07" w:rsidP="006F61C2">
    <w:pPr>
      <w:pStyle w:val="Footer"/>
      <w:rPr>
        <w:rFonts w:cs="Tahoma"/>
        <w:color w:val="000000" w:themeColor="text1"/>
        <w:sz w:val="16"/>
        <w:szCs w:val="16"/>
      </w:rPr>
    </w:pPr>
    <w:r w:rsidRPr="00B855A4">
      <w:rPr>
        <w:rFonts w:cs="Tahoma"/>
        <w:color w:val="000000" w:themeColor="text1"/>
        <w:sz w:val="16"/>
        <w:szCs w:val="16"/>
      </w:rPr>
      <w:t>Stern Legal</w:t>
    </w:r>
    <w:r w:rsidRPr="00B855A4">
      <w:rPr>
        <w:rFonts w:cs="Tahoma"/>
        <w:color w:val="000000" w:themeColor="text1"/>
        <w:sz w:val="16"/>
        <w:szCs w:val="16"/>
      </w:rPr>
      <w:tab/>
    </w:r>
    <w:r w:rsidRPr="00B855A4">
      <w:rPr>
        <w:rFonts w:cs="Tahoma"/>
        <w:color w:val="000000" w:themeColor="text1"/>
        <w:sz w:val="16"/>
        <w:szCs w:val="16"/>
      </w:rPr>
      <w:tab/>
      <w:t>Tel: (03) 9846 3337</w:t>
    </w:r>
  </w:p>
  <w:p w14:paraId="0D9311B3" w14:textId="21DEBB12" w:rsidR="00D97A07" w:rsidRPr="00B855A4" w:rsidRDefault="00D97A07" w:rsidP="006F61C2">
    <w:pPr>
      <w:pStyle w:val="Footer"/>
      <w:rPr>
        <w:rFonts w:cs="Tahoma"/>
        <w:color w:val="000000" w:themeColor="text1"/>
        <w:sz w:val="16"/>
        <w:szCs w:val="16"/>
      </w:rPr>
    </w:pPr>
    <w:r w:rsidRPr="00B855A4">
      <w:rPr>
        <w:rFonts w:cs="Tahoma"/>
        <w:color w:val="000000" w:themeColor="text1"/>
        <w:sz w:val="16"/>
        <w:szCs w:val="16"/>
      </w:rPr>
      <w:t>ABN: 93 654 809 303</w:t>
    </w:r>
    <w:r w:rsidRPr="00B855A4">
      <w:rPr>
        <w:rFonts w:cs="Tahoma"/>
        <w:color w:val="000000" w:themeColor="text1"/>
        <w:sz w:val="16"/>
        <w:szCs w:val="16"/>
      </w:rPr>
      <w:tab/>
    </w:r>
    <w:r w:rsidRPr="00B855A4">
      <w:rPr>
        <w:rFonts w:cs="Tahoma"/>
        <w:color w:val="000000" w:themeColor="text1"/>
        <w:sz w:val="16"/>
        <w:szCs w:val="16"/>
      </w:rPr>
      <w:tab/>
      <w:t>Email: boris@sternlegal.com.au</w:t>
    </w:r>
  </w:p>
  <w:p w14:paraId="7C89E5C2" w14:textId="77777777" w:rsidR="00D97A07" w:rsidRDefault="00D97A07" w:rsidP="006F61C2">
    <w:pPr>
      <w:pStyle w:val="Footer"/>
      <w:rPr>
        <w:rFonts w:cs="Tahoma"/>
        <w:color w:val="000000" w:themeColor="text1"/>
        <w:sz w:val="16"/>
        <w:szCs w:val="16"/>
      </w:rPr>
    </w:pPr>
    <w:r w:rsidRPr="00B855A4">
      <w:rPr>
        <w:rFonts w:cs="Tahoma"/>
        <w:color w:val="000000" w:themeColor="text1"/>
        <w:sz w:val="16"/>
        <w:szCs w:val="16"/>
      </w:rPr>
      <w:t>29 B Anderson Street, Templestowe, Victoria Australia 3106</w:t>
    </w:r>
  </w:p>
  <w:p w14:paraId="5E1ACA34" w14:textId="2768F371" w:rsidR="00D97A07" w:rsidRPr="00B855A4" w:rsidRDefault="00D97A07" w:rsidP="006F61C2">
    <w:pPr>
      <w:pStyle w:val="Footer"/>
      <w:rPr>
        <w:rFonts w:cs="Tahoma"/>
        <w:color w:val="000000" w:themeColor="text1"/>
        <w:sz w:val="16"/>
        <w:szCs w:val="16"/>
      </w:rPr>
    </w:pPr>
    <w:r>
      <w:rPr>
        <w:rFonts w:cs="Tahoma"/>
        <w:color w:val="000000" w:themeColor="text1"/>
        <w:sz w:val="16"/>
        <w:szCs w:val="16"/>
      </w:rPr>
      <w:t>PO Box 630, Templestowe VIC 3106</w:t>
    </w:r>
    <w:r w:rsidRPr="00B855A4">
      <w:rPr>
        <w:rFonts w:cs="Tahoma"/>
        <w:color w:val="000000" w:themeColor="text1"/>
        <w:sz w:val="16"/>
        <w:szCs w:val="16"/>
      </w:rPr>
      <w:tab/>
    </w:r>
    <w:r w:rsidRPr="00B855A4">
      <w:rPr>
        <w:rFonts w:cs="Tahoma"/>
        <w:color w:val="000000" w:themeColor="text1"/>
        <w:sz w:val="16"/>
        <w:szCs w:val="16"/>
      </w:rPr>
      <w:tab/>
      <w:t xml:space="preserve">Page </w:t>
    </w:r>
    <w:r w:rsidRPr="00B855A4">
      <w:rPr>
        <w:rStyle w:val="PageNumber"/>
        <w:color w:val="000000" w:themeColor="text1"/>
        <w:sz w:val="16"/>
        <w:szCs w:val="16"/>
      </w:rPr>
      <w:fldChar w:fldCharType="begin"/>
    </w:r>
    <w:r w:rsidRPr="00B855A4">
      <w:rPr>
        <w:rStyle w:val="PageNumber"/>
        <w:color w:val="000000" w:themeColor="text1"/>
        <w:sz w:val="16"/>
        <w:szCs w:val="16"/>
      </w:rPr>
      <w:instrText xml:space="preserve"> PAGE </w:instrText>
    </w:r>
    <w:r w:rsidRPr="00B855A4">
      <w:rPr>
        <w:rStyle w:val="PageNumber"/>
        <w:color w:val="000000" w:themeColor="text1"/>
        <w:sz w:val="16"/>
        <w:szCs w:val="16"/>
      </w:rPr>
      <w:fldChar w:fldCharType="separate"/>
    </w:r>
    <w:r>
      <w:rPr>
        <w:rStyle w:val="PageNumber"/>
        <w:noProof/>
        <w:color w:val="000000" w:themeColor="text1"/>
        <w:sz w:val="16"/>
        <w:szCs w:val="16"/>
      </w:rPr>
      <w:t>2</w:t>
    </w:r>
    <w:r w:rsidRPr="00B855A4">
      <w:rPr>
        <w:rStyle w:val="PageNumber"/>
        <w:color w:val="000000" w:themeColor="text1"/>
        <w:sz w:val="16"/>
        <w:szCs w:val="16"/>
      </w:rPr>
      <w:fldChar w:fldCharType="end"/>
    </w:r>
    <w:r w:rsidRPr="00B855A4">
      <w:rPr>
        <w:rStyle w:val="PageNumber"/>
        <w:color w:val="000000" w:themeColor="text1"/>
        <w:sz w:val="16"/>
        <w:szCs w:val="16"/>
      </w:rPr>
      <w:t xml:space="preserve"> of </w:t>
    </w:r>
    <w:r w:rsidRPr="00B855A4">
      <w:rPr>
        <w:rStyle w:val="PageNumber"/>
        <w:color w:val="000000" w:themeColor="text1"/>
        <w:sz w:val="16"/>
        <w:szCs w:val="16"/>
      </w:rPr>
      <w:fldChar w:fldCharType="begin"/>
    </w:r>
    <w:r w:rsidRPr="00B855A4">
      <w:rPr>
        <w:rStyle w:val="PageNumber"/>
        <w:color w:val="000000" w:themeColor="text1"/>
        <w:sz w:val="16"/>
        <w:szCs w:val="16"/>
      </w:rPr>
      <w:instrText xml:space="preserve"> NUMPAGES </w:instrText>
    </w:r>
    <w:r w:rsidRPr="00B855A4">
      <w:rPr>
        <w:rStyle w:val="PageNumber"/>
        <w:color w:val="000000" w:themeColor="text1"/>
        <w:sz w:val="16"/>
        <w:szCs w:val="16"/>
      </w:rPr>
      <w:fldChar w:fldCharType="separate"/>
    </w:r>
    <w:r>
      <w:rPr>
        <w:rStyle w:val="PageNumber"/>
        <w:noProof/>
        <w:color w:val="000000" w:themeColor="text1"/>
        <w:sz w:val="16"/>
        <w:szCs w:val="16"/>
      </w:rPr>
      <w:t>2</w:t>
    </w:r>
    <w:r w:rsidRPr="00B855A4">
      <w:rPr>
        <w:rStyle w:val="PageNumber"/>
        <w:color w:val="000000" w:themeColor="text1"/>
        <w:sz w:val="16"/>
        <w:szCs w:val="16"/>
      </w:rPr>
      <w:fldChar w:fldCharType="end"/>
    </w:r>
    <w:r w:rsidRPr="00B855A4">
      <w:rPr>
        <w:rStyle w:val="PageNumber"/>
        <w:color w:val="000000" w:themeColor="text1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E103C" w14:textId="77777777" w:rsidR="00D97A07" w:rsidRDefault="00D97A07" w:rsidP="0020650D">
    <w:pPr>
      <w:pStyle w:val="Footer"/>
      <w:pBdr>
        <w:bottom w:val="single" w:sz="2" w:space="1" w:color="FF0000"/>
      </w:pBdr>
      <w:tabs>
        <w:tab w:val="clear" w:pos="9026"/>
        <w:tab w:val="right" w:pos="8820"/>
      </w:tabs>
      <w:ind w:right="-46"/>
      <w:rPr>
        <w:color w:val="808080"/>
      </w:rPr>
    </w:pPr>
  </w:p>
  <w:p w14:paraId="49E18E63" w14:textId="77777777" w:rsidR="00D97A07" w:rsidRPr="00B855A4" w:rsidRDefault="00D97A07" w:rsidP="0020650D">
    <w:pPr>
      <w:pStyle w:val="Footer"/>
      <w:pBdr>
        <w:bottom w:val="single" w:sz="2" w:space="1" w:color="FF0000"/>
      </w:pBdr>
      <w:tabs>
        <w:tab w:val="clear" w:pos="9026"/>
        <w:tab w:val="right" w:pos="8820"/>
      </w:tabs>
      <w:ind w:right="-46"/>
      <w:rPr>
        <w:color w:val="000000" w:themeColor="text1"/>
      </w:rPr>
    </w:pPr>
  </w:p>
  <w:p w14:paraId="62EAB545" w14:textId="77777777" w:rsidR="00D97A07" w:rsidRDefault="00D97A07" w:rsidP="0020650D">
    <w:pPr>
      <w:pStyle w:val="Footer"/>
      <w:rPr>
        <w:i/>
        <w:color w:val="000000" w:themeColor="text1"/>
        <w:sz w:val="16"/>
        <w:szCs w:val="16"/>
      </w:rPr>
    </w:pPr>
  </w:p>
  <w:p w14:paraId="07B01DB4" w14:textId="21507B8F" w:rsidR="00D97A07" w:rsidRPr="00B855A4" w:rsidRDefault="00D97A07" w:rsidP="0020650D">
    <w:pPr>
      <w:pStyle w:val="Footer"/>
      <w:rPr>
        <w:rFonts w:cs="Tahoma"/>
        <w:color w:val="000000" w:themeColor="text1"/>
        <w:sz w:val="16"/>
        <w:szCs w:val="16"/>
      </w:rPr>
    </w:pPr>
    <w:r>
      <w:rPr>
        <w:rFonts w:cs="Tahoma"/>
        <w:color w:val="000000" w:themeColor="text1"/>
        <w:sz w:val="16"/>
        <w:szCs w:val="16"/>
      </w:rPr>
      <w:t>Clairmont Banks Pty Ltd</w:t>
    </w:r>
    <w:r w:rsidRPr="00B855A4">
      <w:rPr>
        <w:rFonts w:cs="Tahoma"/>
        <w:color w:val="000000" w:themeColor="text1"/>
        <w:sz w:val="16"/>
        <w:szCs w:val="16"/>
      </w:rPr>
      <w:tab/>
    </w:r>
    <w:r w:rsidRPr="00B855A4">
      <w:rPr>
        <w:rFonts w:cs="Tahoma"/>
        <w:color w:val="000000" w:themeColor="text1"/>
        <w:sz w:val="16"/>
        <w:szCs w:val="16"/>
      </w:rPr>
      <w:tab/>
      <w:t xml:space="preserve">Tel: (03) </w:t>
    </w:r>
    <w:r w:rsidRPr="006E3F37">
      <w:rPr>
        <w:rFonts w:cs="Tahoma"/>
        <w:color w:val="000000" w:themeColor="text1"/>
        <w:sz w:val="16"/>
        <w:szCs w:val="16"/>
      </w:rPr>
      <w:t xml:space="preserve">9846 </w:t>
    </w:r>
    <w:r w:rsidR="006E3F37" w:rsidRPr="006E3F37">
      <w:rPr>
        <w:rFonts w:cs="Tahoma"/>
        <w:color w:val="000000" w:themeColor="text1"/>
        <w:sz w:val="16"/>
        <w:szCs w:val="16"/>
      </w:rPr>
      <w:t>3883</w:t>
    </w:r>
  </w:p>
  <w:p w14:paraId="0A704574" w14:textId="346FA254" w:rsidR="00D97A07" w:rsidRPr="00B855A4" w:rsidRDefault="00D97A07" w:rsidP="00A31663">
    <w:pPr>
      <w:pStyle w:val="Footer"/>
      <w:rPr>
        <w:rFonts w:cs="Tahoma"/>
        <w:color w:val="000000" w:themeColor="text1"/>
        <w:sz w:val="16"/>
        <w:szCs w:val="16"/>
      </w:rPr>
    </w:pPr>
    <w:r w:rsidRPr="00B855A4">
      <w:rPr>
        <w:rFonts w:cs="Tahoma"/>
        <w:color w:val="000000" w:themeColor="text1"/>
        <w:sz w:val="16"/>
        <w:szCs w:val="16"/>
      </w:rPr>
      <w:t xml:space="preserve">ABN: </w:t>
    </w:r>
    <w:r>
      <w:rPr>
        <w:rFonts w:cs="Tahoma"/>
        <w:color w:val="000000" w:themeColor="text1"/>
        <w:sz w:val="16"/>
        <w:szCs w:val="16"/>
      </w:rPr>
      <w:t>64 600 843 025</w:t>
    </w:r>
    <w:r w:rsidRPr="00B855A4">
      <w:rPr>
        <w:rFonts w:cs="Tahoma"/>
        <w:color w:val="000000" w:themeColor="text1"/>
        <w:sz w:val="16"/>
        <w:szCs w:val="16"/>
      </w:rPr>
      <w:tab/>
    </w:r>
    <w:bookmarkStart w:id="0" w:name="_GoBack"/>
    <w:bookmarkEnd w:id="0"/>
    <w:r w:rsidRPr="00B855A4">
      <w:rPr>
        <w:rFonts w:cs="Tahoma"/>
        <w:color w:val="000000" w:themeColor="text1"/>
        <w:sz w:val="16"/>
        <w:szCs w:val="16"/>
      </w:rPr>
      <w:tab/>
      <w:t>Fax: (03) 9846 1395</w:t>
    </w:r>
  </w:p>
  <w:p w14:paraId="10253C6C" w14:textId="17CF9980" w:rsidR="00D97A07" w:rsidRPr="00B855A4" w:rsidRDefault="00D97A07" w:rsidP="0020650D">
    <w:pPr>
      <w:pStyle w:val="Footer"/>
      <w:rPr>
        <w:rFonts w:cs="Tahoma"/>
        <w:color w:val="000000" w:themeColor="text1"/>
        <w:sz w:val="16"/>
        <w:szCs w:val="16"/>
      </w:rPr>
    </w:pPr>
    <w:r w:rsidRPr="00B855A4">
      <w:rPr>
        <w:rFonts w:cs="Tahoma"/>
        <w:color w:val="000000" w:themeColor="text1"/>
        <w:sz w:val="16"/>
        <w:szCs w:val="16"/>
      </w:rPr>
      <w:t>29</w:t>
    </w:r>
    <w:r>
      <w:rPr>
        <w:rFonts w:cs="Tahoma"/>
        <w:color w:val="000000" w:themeColor="text1"/>
        <w:sz w:val="16"/>
        <w:szCs w:val="16"/>
      </w:rPr>
      <w:t xml:space="preserve"> </w:t>
    </w:r>
    <w:r w:rsidRPr="00B855A4">
      <w:rPr>
        <w:rFonts w:cs="Tahoma"/>
        <w:color w:val="000000" w:themeColor="text1"/>
        <w:sz w:val="16"/>
        <w:szCs w:val="16"/>
      </w:rPr>
      <w:t>B Anderson Street, Templestowe, Victoria Australia 3106</w:t>
    </w:r>
    <w:r w:rsidRPr="00B855A4">
      <w:rPr>
        <w:rFonts w:cs="Tahoma"/>
        <w:color w:val="000000" w:themeColor="text1"/>
        <w:sz w:val="16"/>
        <w:szCs w:val="16"/>
      </w:rPr>
      <w:tab/>
    </w:r>
    <w:r w:rsidRPr="00B855A4">
      <w:rPr>
        <w:rFonts w:cs="Tahoma"/>
        <w:color w:val="000000" w:themeColor="text1"/>
        <w:sz w:val="16"/>
        <w:szCs w:val="16"/>
      </w:rPr>
      <w:tab/>
      <w:t xml:space="preserve">Email: </w:t>
    </w:r>
    <w:r>
      <w:rPr>
        <w:rFonts w:cs="Tahoma"/>
        <w:color w:val="000000" w:themeColor="text1"/>
        <w:sz w:val="16"/>
        <w:szCs w:val="16"/>
      </w:rPr>
      <w:t>admin</w:t>
    </w:r>
    <w:r w:rsidRPr="00B855A4">
      <w:rPr>
        <w:rFonts w:cs="Tahoma"/>
        <w:color w:val="000000" w:themeColor="text1"/>
        <w:sz w:val="16"/>
        <w:szCs w:val="16"/>
      </w:rPr>
      <w:t>@</w:t>
    </w:r>
    <w:r>
      <w:rPr>
        <w:rFonts w:cs="Tahoma"/>
        <w:color w:val="000000" w:themeColor="text1"/>
        <w:sz w:val="16"/>
        <w:szCs w:val="16"/>
      </w:rPr>
      <w:t>clairmontbanks</w:t>
    </w:r>
    <w:r w:rsidRPr="00B855A4">
      <w:rPr>
        <w:rFonts w:cs="Tahoma"/>
        <w:color w:val="000000" w:themeColor="text1"/>
        <w:sz w:val="16"/>
        <w:szCs w:val="16"/>
      </w:rPr>
      <w:t>.com.au</w:t>
    </w:r>
  </w:p>
  <w:p w14:paraId="7F8BC76F" w14:textId="7FE107FA" w:rsidR="00D97A07" w:rsidRPr="00B855A4" w:rsidRDefault="00D97A07" w:rsidP="0020650D">
    <w:pPr>
      <w:pStyle w:val="Footer"/>
      <w:rPr>
        <w:rFonts w:cs="Tahoma"/>
        <w:color w:val="000000" w:themeColor="text1"/>
        <w:sz w:val="16"/>
        <w:szCs w:val="16"/>
      </w:rPr>
    </w:pPr>
    <w:r>
      <w:rPr>
        <w:rFonts w:cs="Tahoma"/>
        <w:color w:val="000000" w:themeColor="text1"/>
        <w:sz w:val="16"/>
        <w:szCs w:val="16"/>
      </w:rPr>
      <w:t>PO Box 630, Templestowe VIC 3106</w:t>
    </w:r>
    <w:r w:rsidRPr="00B855A4">
      <w:rPr>
        <w:rFonts w:cs="Tahoma"/>
        <w:color w:val="000000" w:themeColor="text1"/>
        <w:sz w:val="16"/>
        <w:szCs w:val="16"/>
      </w:rPr>
      <w:tab/>
    </w:r>
    <w:r w:rsidRPr="00B855A4">
      <w:rPr>
        <w:rFonts w:cs="Tahoma"/>
        <w:color w:val="000000" w:themeColor="text1"/>
        <w:sz w:val="16"/>
        <w:szCs w:val="16"/>
      </w:rPr>
      <w:tab/>
      <w:t xml:space="preserve">Page </w:t>
    </w:r>
    <w:r w:rsidRPr="00B855A4">
      <w:rPr>
        <w:rStyle w:val="PageNumber"/>
        <w:color w:val="000000" w:themeColor="text1"/>
        <w:sz w:val="16"/>
        <w:szCs w:val="16"/>
      </w:rPr>
      <w:fldChar w:fldCharType="begin"/>
    </w:r>
    <w:r w:rsidRPr="00B855A4">
      <w:rPr>
        <w:rStyle w:val="PageNumber"/>
        <w:color w:val="000000" w:themeColor="text1"/>
        <w:sz w:val="16"/>
        <w:szCs w:val="16"/>
      </w:rPr>
      <w:instrText xml:space="preserve"> PAGE </w:instrText>
    </w:r>
    <w:r w:rsidRPr="00B855A4">
      <w:rPr>
        <w:rStyle w:val="PageNumber"/>
        <w:color w:val="000000" w:themeColor="text1"/>
        <w:sz w:val="16"/>
        <w:szCs w:val="16"/>
      </w:rPr>
      <w:fldChar w:fldCharType="separate"/>
    </w:r>
    <w:r w:rsidR="006E3F37">
      <w:rPr>
        <w:rStyle w:val="PageNumber"/>
        <w:noProof/>
        <w:color w:val="000000" w:themeColor="text1"/>
        <w:sz w:val="16"/>
        <w:szCs w:val="16"/>
      </w:rPr>
      <w:t>1</w:t>
    </w:r>
    <w:r w:rsidRPr="00B855A4">
      <w:rPr>
        <w:rStyle w:val="PageNumber"/>
        <w:color w:val="000000" w:themeColor="text1"/>
        <w:sz w:val="16"/>
        <w:szCs w:val="16"/>
      </w:rPr>
      <w:fldChar w:fldCharType="end"/>
    </w:r>
    <w:r w:rsidRPr="00B855A4">
      <w:rPr>
        <w:rStyle w:val="PageNumber"/>
        <w:color w:val="000000" w:themeColor="text1"/>
        <w:sz w:val="16"/>
        <w:szCs w:val="16"/>
      </w:rPr>
      <w:t xml:space="preserve"> of </w:t>
    </w:r>
    <w:r w:rsidRPr="00B855A4">
      <w:rPr>
        <w:rStyle w:val="PageNumber"/>
        <w:color w:val="000000" w:themeColor="text1"/>
        <w:sz w:val="16"/>
        <w:szCs w:val="16"/>
      </w:rPr>
      <w:fldChar w:fldCharType="begin"/>
    </w:r>
    <w:r w:rsidRPr="00B855A4">
      <w:rPr>
        <w:rStyle w:val="PageNumber"/>
        <w:color w:val="000000" w:themeColor="text1"/>
        <w:sz w:val="16"/>
        <w:szCs w:val="16"/>
      </w:rPr>
      <w:instrText xml:space="preserve"> NUMPAGES </w:instrText>
    </w:r>
    <w:r w:rsidRPr="00B855A4">
      <w:rPr>
        <w:rStyle w:val="PageNumber"/>
        <w:color w:val="000000" w:themeColor="text1"/>
        <w:sz w:val="16"/>
        <w:szCs w:val="16"/>
      </w:rPr>
      <w:fldChar w:fldCharType="separate"/>
    </w:r>
    <w:r w:rsidR="006E3F37">
      <w:rPr>
        <w:rStyle w:val="PageNumber"/>
        <w:noProof/>
        <w:color w:val="000000" w:themeColor="text1"/>
        <w:sz w:val="16"/>
        <w:szCs w:val="16"/>
      </w:rPr>
      <w:t>1</w:t>
    </w:r>
    <w:r w:rsidRPr="00B855A4">
      <w:rPr>
        <w:rStyle w:val="PageNumber"/>
        <w:color w:val="000000" w:themeColor="text1"/>
        <w:sz w:val="16"/>
        <w:szCs w:val="16"/>
      </w:rPr>
      <w:fldChar w:fldCharType="end"/>
    </w:r>
    <w:r w:rsidRPr="00B855A4">
      <w:rPr>
        <w:rStyle w:val="PageNumber"/>
        <w:color w:val="000000" w:themeColor="text1"/>
        <w:sz w:val="16"/>
        <w:szCs w:val="16"/>
      </w:rPr>
      <w:t xml:space="preserve"> </w:t>
    </w:r>
  </w:p>
  <w:p w14:paraId="306EE31D" w14:textId="77777777" w:rsidR="00D97A07" w:rsidRPr="00B855A4" w:rsidRDefault="00D97A07">
    <w:pPr>
      <w:pStyle w:val="Footer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E63B0" w14:textId="77777777" w:rsidR="00D97A07" w:rsidRDefault="00D97A07" w:rsidP="00951C59">
      <w:pPr>
        <w:spacing w:after="0" w:line="240" w:lineRule="auto"/>
      </w:pPr>
      <w:r>
        <w:separator/>
      </w:r>
    </w:p>
  </w:footnote>
  <w:footnote w:type="continuationSeparator" w:id="0">
    <w:p w14:paraId="1982D7E7" w14:textId="77777777" w:rsidR="00D97A07" w:rsidRDefault="00D97A07" w:rsidP="0095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8BE82" w14:textId="77777777" w:rsidR="006E3F37" w:rsidRDefault="006E3F3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AC539" w14:textId="77777777" w:rsidR="006E3F37" w:rsidRDefault="006E3F3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80F07" w14:textId="600FAD52" w:rsidR="00D97A07" w:rsidRDefault="00D97A07" w:rsidP="00D97A07">
    <w:pPr>
      <w:pStyle w:val="Header"/>
      <w:jc w:val="right"/>
    </w:pPr>
    <w:r>
      <w:t xml:space="preserve">                                                                                                                 </w:t>
    </w:r>
  </w:p>
  <w:p w14:paraId="6F95728E" w14:textId="7143CD00" w:rsidR="00D97A07" w:rsidRPr="008E6937" w:rsidRDefault="00D97A07" w:rsidP="008E6937">
    <w:pPr>
      <w:pStyle w:val="Header"/>
      <w:jc w:val="right"/>
      <w:rPr>
        <w:rFonts w:ascii="Times New Roman" w:hAnsi="Times New Roman"/>
        <w:noProof/>
        <w:sz w:val="56"/>
        <w:szCs w:val="56"/>
        <w:u w:val="single"/>
        <w:lang w:val="en-US" w:eastAsia="en-US"/>
      </w:rPr>
    </w:pPr>
    <w:r w:rsidRPr="008E6937">
      <w:rPr>
        <w:rFonts w:ascii="Times New Roman" w:hAnsi="Times New Roman"/>
        <w:noProof/>
        <w:sz w:val="56"/>
        <w:szCs w:val="56"/>
        <w:u w:val="single"/>
        <w:lang w:val="en-US" w:eastAsia="en-US"/>
      </w:rPr>
      <w:t>Clairmont</w:t>
    </w:r>
    <w:r w:rsidRPr="008E6937">
      <w:rPr>
        <w:rFonts w:ascii="Times New Roman" w:hAnsi="Times New Roman"/>
        <w:noProof/>
        <w:color w:val="FF0000"/>
        <w:sz w:val="56"/>
        <w:szCs w:val="56"/>
        <w:u w:val="single"/>
        <w:lang w:val="en-US" w:eastAsia="en-US"/>
      </w:rPr>
      <w:t>Banks</w:t>
    </w:r>
  </w:p>
  <w:p w14:paraId="2164019C" w14:textId="3CF4D573" w:rsidR="00D97A07" w:rsidRPr="006C09D6" w:rsidRDefault="00D97A07" w:rsidP="008E6937">
    <w:pPr>
      <w:pStyle w:val="Header"/>
      <w:jc w:val="right"/>
      <w:rPr>
        <w:rFonts w:ascii="Times New Roman" w:hAnsi="Times New Roman"/>
        <w:color w:val="404040" w:themeColor="text1" w:themeTint="BF"/>
        <w:sz w:val="16"/>
        <w:szCs w:val="16"/>
      </w:rPr>
    </w:pPr>
    <w:r w:rsidRPr="006C09D6">
      <w:rPr>
        <w:rFonts w:ascii="Times New Roman" w:hAnsi="Times New Roman"/>
        <w:color w:val="404040" w:themeColor="text1" w:themeTint="BF"/>
        <w:sz w:val="16"/>
        <w:szCs w:val="16"/>
      </w:rPr>
      <w:t>PREMIUM REAL ESTATE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6AB40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49886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A56473"/>
    <w:multiLevelType w:val="hybridMultilevel"/>
    <w:tmpl w:val="17E613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31107"/>
    <w:multiLevelType w:val="hybridMultilevel"/>
    <w:tmpl w:val="E6FC13EE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6C06603"/>
    <w:multiLevelType w:val="hybridMultilevel"/>
    <w:tmpl w:val="7682F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94709"/>
    <w:multiLevelType w:val="hybridMultilevel"/>
    <w:tmpl w:val="7F206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13DA5"/>
    <w:multiLevelType w:val="hybridMultilevel"/>
    <w:tmpl w:val="3EE67762"/>
    <w:lvl w:ilvl="0" w:tplc="0C0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82F80D2E">
      <w:numFmt w:val="bullet"/>
      <w:lvlText w:val=""/>
      <w:lvlJc w:val="left"/>
      <w:pPr>
        <w:ind w:left="1801" w:hanging="480"/>
      </w:pPr>
      <w:rPr>
        <w:rFonts w:ascii="Wingdings" w:eastAsia="Times New Roman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>
    <w:nsid w:val="2D7C1850"/>
    <w:multiLevelType w:val="hybridMultilevel"/>
    <w:tmpl w:val="DFC4E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274FF"/>
    <w:multiLevelType w:val="hybridMultilevel"/>
    <w:tmpl w:val="45485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3E5D47"/>
    <w:multiLevelType w:val="hybridMultilevel"/>
    <w:tmpl w:val="34F296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C6374"/>
    <w:multiLevelType w:val="hybridMultilevel"/>
    <w:tmpl w:val="19E4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93"/>
    <w:multiLevelType w:val="hybridMultilevel"/>
    <w:tmpl w:val="141CD2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547E1"/>
    <w:multiLevelType w:val="multilevel"/>
    <w:tmpl w:val="752A326E"/>
    <w:lvl w:ilvl="0">
      <w:start w:val="1"/>
      <w:numFmt w:val="decimal"/>
      <w:pStyle w:val="MOLList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pStyle w:val="MOLListL2"/>
      <w:lvlText w:val="(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MOLListL3"/>
      <w:lvlText w:val="(%3)"/>
      <w:lvlJc w:val="left"/>
      <w:pPr>
        <w:tabs>
          <w:tab w:val="num" w:pos="2214"/>
        </w:tabs>
        <w:ind w:left="1701" w:hanging="567"/>
      </w:pPr>
      <w:rPr>
        <w:rFonts w:cs="Times New Roman" w:hint="default"/>
      </w:rPr>
    </w:lvl>
    <w:lvl w:ilvl="3">
      <w:start w:val="1"/>
      <w:numFmt w:val="upperLetter"/>
      <w:pStyle w:val="MOLListL4"/>
      <w:lvlText w:val="(%4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decimal"/>
      <w:pStyle w:val="MOLListL5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upperRoman"/>
      <w:pStyle w:val="MOLListL6"/>
      <w:lvlText w:val="(%6)"/>
      <w:lvlJc w:val="left"/>
      <w:pPr>
        <w:tabs>
          <w:tab w:val="num" w:pos="3915"/>
        </w:tabs>
        <w:ind w:left="3402" w:hanging="567"/>
      </w:pPr>
      <w:rPr>
        <w:rFonts w:cs="Times New Roman" w:hint="default"/>
      </w:rPr>
    </w:lvl>
    <w:lvl w:ilvl="6">
      <w:start w:val="1"/>
      <w:numFmt w:val="lowerLetter"/>
      <w:pStyle w:val="MOLListL7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Roman"/>
      <w:pStyle w:val="MOLListL8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decimal"/>
      <w:pStyle w:val="MOLListL9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4"/>
  </w:num>
  <w:num w:numId="5">
    <w:abstractNumId w:val="12"/>
  </w:num>
  <w:num w:numId="6">
    <w:abstractNumId w:val="2"/>
  </w:num>
  <w:num w:numId="7">
    <w:abstractNumId w:val="1"/>
  </w:num>
  <w:num w:numId="8">
    <w:abstractNumId w:val="6"/>
  </w:num>
  <w:num w:numId="9">
    <w:abstractNumId w:val="11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drawingGridHorizontalSpacing w:val="181"/>
  <w:drawingGridVerticalSpacing w:val="181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D5"/>
    <w:rsid w:val="00000CFE"/>
    <w:rsid w:val="00003A13"/>
    <w:rsid w:val="000079C4"/>
    <w:rsid w:val="00036255"/>
    <w:rsid w:val="00042762"/>
    <w:rsid w:val="00051928"/>
    <w:rsid w:val="00071526"/>
    <w:rsid w:val="000844BC"/>
    <w:rsid w:val="00084E00"/>
    <w:rsid w:val="000964D4"/>
    <w:rsid w:val="000B2751"/>
    <w:rsid w:val="000C5450"/>
    <w:rsid w:val="000D2F92"/>
    <w:rsid w:val="000E4D7C"/>
    <w:rsid w:val="00107965"/>
    <w:rsid w:val="00114A89"/>
    <w:rsid w:val="0013706E"/>
    <w:rsid w:val="0014178C"/>
    <w:rsid w:val="0014184C"/>
    <w:rsid w:val="001427E8"/>
    <w:rsid w:val="00151CB1"/>
    <w:rsid w:val="00165E70"/>
    <w:rsid w:val="00166F71"/>
    <w:rsid w:val="0017634E"/>
    <w:rsid w:val="0017770D"/>
    <w:rsid w:val="00182F9F"/>
    <w:rsid w:val="001972A2"/>
    <w:rsid w:val="001C31AF"/>
    <w:rsid w:val="001C582F"/>
    <w:rsid w:val="001D0F03"/>
    <w:rsid w:val="001E595D"/>
    <w:rsid w:val="001F1454"/>
    <w:rsid w:val="001F1943"/>
    <w:rsid w:val="001F7278"/>
    <w:rsid w:val="002003E2"/>
    <w:rsid w:val="0020650D"/>
    <w:rsid w:val="00215B22"/>
    <w:rsid w:val="0022108C"/>
    <w:rsid w:val="00222BA0"/>
    <w:rsid w:val="0025629A"/>
    <w:rsid w:val="00272372"/>
    <w:rsid w:val="00273B18"/>
    <w:rsid w:val="00275593"/>
    <w:rsid w:val="002805DF"/>
    <w:rsid w:val="00292B6A"/>
    <w:rsid w:val="00297D4D"/>
    <w:rsid w:val="002A04AF"/>
    <w:rsid w:val="002A5215"/>
    <w:rsid w:val="002B3239"/>
    <w:rsid w:val="002C78FC"/>
    <w:rsid w:val="002F33F2"/>
    <w:rsid w:val="003064FA"/>
    <w:rsid w:val="00333C2B"/>
    <w:rsid w:val="00347503"/>
    <w:rsid w:val="003475F3"/>
    <w:rsid w:val="00351BFF"/>
    <w:rsid w:val="00357116"/>
    <w:rsid w:val="0037475E"/>
    <w:rsid w:val="00375FB9"/>
    <w:rsid w:val="00382A13"/>
    <w:rsid w:val="0038353F"/>
    <w:rsid w:val="0038358F"/>
    <w:rsid w:val="0039023B"/>
    <w:rsid w:val="00396877"/>
    <w:rsid w:val="003A4A56"/>
    <w:rsid w:val="003A7065"/>
    <w:rsid w:val="003A7BC5"/>
    <w:rsid w:val="003B06B2"/>
    <w:rsid w:val="003D4DEE"/>
    <w:rsid w:val="003E55E3"/>
    <w:rsid w:val="003E6B28"/>
    <w:rsid w:val="003F35CD"/>
    <w:rsid w:val="003F5226"/>
    <w:rsid w:val="003F68DC"/>
    <w:rsid w:val="003F7D1C"/>
    <w:rsid w:val="00401629"/>
    <w:rsid w:val="0040419A"/>
    <w:rsid w:val="00410258"/>
    <w:rsid w:val="004263F6"/>
    <w:rsid w:val="00427E3A"/>
    <w:rsid w:val="00431D85"/>
    <w:rsid w:val="00436E65"/>
    <w:rsid w:val="00441DA2"/>
    <w:rsid w:val="00446D18"/>
    <w:rsid w:val="00452274"/>
    <w:rsid w:val="00457D17"/>
    <w:rsid w:val="00460804"/>
    <w:rsid w:val="004673E6"/>
    <w:rsid w:val="00471C0B"/>
    <w:rsid w:val="0049586C"/>
    <w:rsid w:val="004A1D26"/>
    <w:rsid w:val="004B365D"/>
    <w:rsid w:val="004B3D3B"/>
    <w:rsid w:val="004B57B9"/>
    <w:rsid w:val="004B68AA"/>
    <w:rsid w:val="004C6F94"/>
    <w:rsid w:val="004C7F35"/>
    <w:rsid w:val="004E199D"/>
    <w:rsid w:val="00506784"/>
    <w:rsid w:val="00507450"/>
    <w:rsid w:val="00510557"/>
    <w:rsid w:val="00510C4C"/>
    <w:rsid w:val="00515F96"/>
    <w:rsid w:val="00520D29"/>
    <w:rsid w:val="005412EC"/>
    <w:rsid w:val="00541AF6"/>
    <w:rsid w:val="00546513"/>
    <w:rsid w:val="00555BC1"/>
    <w:rsid w:val="00565DF5"/>
    <w:rsid w:val="00572CF5"/>
    <w:rsid w:val="00584510"/>
    <w:rsid w:val="00594FE7"/>
    <w:rsid w:val="00595A49"/>
    <w:rsid w:val="00596B9A"/>
    <w:rsid w:val="005A3A46"/>
    <w:rsid w:val="005B7BCA"/>
    <w:rsid w:val="005C453A"/>
    <w:rsid w:val="005C57D5"/>
    <w:rsid w:val="005C6B25"/>
    <w:rsid w:val="005D34BA"/>
    <w:rsid w:val="005E1122"/>
    <w:rsid w:val="005F0354"/>
    <w:rsid w:val="005F3502"/>
    <w:rsid w:val="005F4324"/>
    <w:rsid w:val="0060479A"/>
    <w:rsid w:val="00607992"/>
    <w:rsid w:val="00611C6E"/>
    <w:rsid w:val="00621028"/>
    <w:rsid w:val="0062651B"/>
    <w:rsid w:val="00631C1E"/>
    <w:rsid w:val="0065593F"/>
    <w:rsid w:val="00660C68"/>
    <w:rsid w:val="00663F55"/>
    <w:rsid w:val="006674EF"/>
    <w:rsid w:val="006718B2"/>
    <w:rsid w:val="00682A2A"/>
    <w:rsid w:val="00683327"/>
    <w:rsid w:val="00691A6F"/>
    <w:rsid w:val="006C09D6"/>
    <w:rsid w:val="006C36C7"/>
    <w:rsid w:val="006C6543"/>
    <w:rsid w:val="006E3F37"/>
    <w:rsid w:val="006F61C2"/>
    <w:rsid w:val="00710163"/>
    <w:rsid w:val="007123D1"/>
    <w:rsid w:val="007163ED"/>
    <w:rsid w:val="0072605E"/>
    <w:rsid w:val="0072778C"/>
    <w:rsid w:val="007369EF"/>
    <w:rsid w:val="00756999"/>
    <w:rsid w:val="007A0CC2"/>
    <w:rsid w:val="007D5FF3"/>
    <w:rsid w:val="007F24E7"/>
    <w:rsid w:val="007F2AF0"/>
    <w:rsid w:val="007F3030"/>
    <w:rsid w:val="007F3943"/>
    <w:rsid w:val="00830EA4"/>
    <w:rsid w:val="0083388F"/>
    <w:rsid w:val="0084506D"/>
    <w:rsid w:val="00847918"/>
    <w:rsid w:val="00850706"/>
    <w:rsid w:val="00857FFE"/>
    <w:rsid w:val="0087038C"/>
    <w:rsid w:val="00880908"/>
    <w:rsid w:val="00893052"/>
    <w:rsid w:val="008943A5"/>
    <w:rsid w:val="008C6538"/>
    <w:rsid w:val="008D23A6"/>
    <w:rsid w:val="008D375E"/>
    <w:rsid w:val="008E6937"/>
    <w:rsid w:val="008F75EB"/>
    <w:rsid w:val="00903AB7"/>
    <w:rsid w:val="009056E5"/>
    <w:rsid w:val="009127BD"/>
    <w:rsid w:val="0092635C"/>
    <w:rsid w:val="00934425"/>
    <w:rsid w:val="00935879"/>
    <w:rsid w:val="00936411"/>
    <w:rsid w:val="00940EC4"/>
    <w:rsid w:val="00951C59"/>
    <w:rsid w:val="00955E6E"/>
    <w:rsid w:val="00957ED4"/>
    <w:rsid w:val="00957EFF"/>
    <w:rsid w:val="00963D9A"/>
    <w:rsid w:val="009756ED"/>
    <w:rsid w:val="00985CB2"/>
    <w:rsid w:val="009A2426"/>
    <w:rsid w:val="009B1497"/>
    <w:rsid w:val="009B1C85"/>
    <w:rsid w:val="009E60CA"/>
    <w:rsid w:val="00A2069E"/>
    <w:rsid w:val="00A31663"/>
    <w:rsid w:val="00A351DF"/>
    <w:rsid w:val="00A4087A"/>
    <w:rsid w:val="00A43706"/>
    <w:rsid w:val="00A45F99"/>
    <w:rsid w:val="00A735F8"/>
    <w:rsid w:val="00A73E3D"/>
    <w:rsid w:val="00A827F2"/>
    <w:rsid w:val="00AA229F"/>
    <w:rsid w:val="00AC373D"/>
    <w:rsid w:val="00AC3D38"/>
    <w:rsid w:val="00AD250C"/>
    <w:rsid w:val="00AF1AB0"/>
    <w:rsid w:val="00AF71E2"/>
    <w:rsid w:val="00B12117"/>
    <w:rsid w:val="00B31CBC"/>
    <w:rsid w:val="00B62A6F"/>
    <w:rsid w:val="00B6408B"/>
    <w:rsid w:val="00B74376"/>
    <w:rsid w:val="00B855A4"/>
    <w:rsid w:val="00B95712"/>
    <w:rsid w:val="00BA1515"/>
    <w:rsid w:val="00BA352A"/>
    <w:rsid w:val="00BB294B"/>
    <w:rsid w:val="00BC0472"/>
    <w:rsid w:val="00BC276C"/>
    <w:rsid w:val="00BD15CC"/>
    <w:rsid w:val="00BD3746"/>
    <w:rsid w:val="00BD515D"/>
    <w:rsid w:val="00BD6F07"/>
    <w:rsid w:val="00BE4E7C"/>
    <w:rsid w:val="00BF4E45"/>
    <w:rsid w:val="00BF50AA"/>
    <w:rsid w:val="00BF6248"/>
    <w:rsid w:val="00BF730E"/>
    <w:rsid w:val="00BF7BF0"/>
    <w:rsid w:val="00C13F1C"/>
    <w:rsid w:val="00C25564"/>
    <w:rsid w:val="00C61FF9"/>
    <w:rsid w:val="00C630C4"/>
    <w:rsid w:val="00C726AC"/>
    <w:rsid w:val="00C72A07"/>
    <w:rsid w:val="00C92E29"/>
    <w:rsid w:val="00C947F4"/>
    <w:rsid w:val="00C94B29"/>
    <w:rsid w:val="00C95A7C"/>
    <w:rsid w:val="00CA28F8"/>
    <w:rsid w:val="00CA5936"/>
    <w:rsid w:val="00CB08A1"/>
    <w:rsid w:val="00CB47A4"/>
    <w:rsid w:val="00CB5ADD"/>
    <w:rsid w:val="00CD29A2"/>
    <w:rsid w:val="00CD4127"/>
    <w:rsid w:val="00CE3314"/>
    <w:rsid w:val="00CE69E2"/>
    <w:rsid w:val="00CF2532"/>
    <w:rsid w:val="00D02E0E"/>
    <w:rsid w:val="00D05661"/>
    <w:rsid w:val="00D12D54"/>
    <w:rsid w:val="00D33402"/>
    <w:rsid w:val="00D4573E"/>
    <w:rsid w:val="00D468B1"/>
    <w:rsid w:val="00D5075B"/>
    <w:rsid w:val="00D7386B"/>
    <w:rsid w:val="00D746A8"/>
    <w:rsid w:val="00D852B5"/>
    <w:rsid w:val="00D97A07"/>
    <w:rsid w:val="00DA6000"/>
    <w:rsid w:val="00DB6238"/>
    <w:rsid w:val="00DC7366"/>
    <w:rsid w:val="00DE506D"/>
    <w:rsid w:val="00DE741C"/>
    <w:rsid w:val="00E0048E"/>
    <w:rsid w:val="00E02EF4"/>
    <w:rsid w:val="00E20477"/>
    <w:rsid w:val="00E23FF0"/>
    <w:rsid w:val="00E50D8B"/>
    <w:rsid w:val="00E740C9"/>
    <w:rsid w:val="00E9031C"/>
    <w:rsid w:val="00E91E56"/>
    <w:rsid w:val="00EA6272"/>
    <w:rsid w:val="00ED5CD5"/>
    <w:rsid w:val="00ED7F4C"/>
    <w:rsid w:val="00EE1A26"/>
    <w:rsid w:val="00EE225A"/>
    <w:rsid w:val="00EE33FF"/>
    <w:rsid w:val="00EF51C4"/>
    <w:rsid w:val="00EF6556"/>
    <w:rsid w:val="00F0207E"/>
    <w:rsid w:val="00F24C78"/>
    <w:rsid w:val="00F25885"/>
    <w:rsid w:val="00F26C8B"/>
    <w:rsid w:val="00F34696"/>
    <w:rsid w:val="00F34947"/>
    <w:rsid w:val="00F4234B"/>
    <w:rsid w:val="00F53971"/>
    <w:rsid w:val="00F54EFB"/>
    <w:rsid w:val="00F604F7"/>
    <w:rsid w:val="00F725BC"/>
    <w:rsid w:val="00F82EBE"/>
    <w:rsid w:val="00FB3661"/>
    <w:rsid w:val="00FB67CB"/>
    <w:rsid w:val="00FB77CC"/>
    <w:rsid w:val="00FD48B1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849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7D5"/>
    <w:pPr>
      <w:spacing w:after="200" w:line="276" w:lineRule="auto"/>
    </w:pPr>
    <w:rPr>
      <w:sz w:val="22"/>
      <w:szCs w:val="22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E23FF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51C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1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C59"/>
  </w:style>
  <w:style w:type="paragraph" w:styleId="Footer">
    <w:name w:val="footer"/>
    <w:basedOn w:val="Normal"/>
    <w:link w:val="FooterChar"/>
    <w:uiPriority w:val="99"/>
    <w:unhideWhenUsed/>
    <w:rsid w:val="00951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C59"/>
  </w:style>
  <w:style w:type="paragraph" w:customStyle="1" w:styleId="BodyText1">
    <w:name w:val="Body Text1"/>
    <w:rsid w:val="00FB77CC"/>
    <w:pPr>
      <w:suppressAutoHyphens/>
      <w:spacing w:after="120" w:line="240" w:lineRule="atLeast"/>
      <w:jc w:val="both"/>
    </w:pPr>
    <w:rPr>
      <w:rFonts w:ascii="Arial" w:eastAsia="Times New Roman" w:hAnsi="Arial"/>
      <w:sz w:val="18"/>
    </w:rPr>
  </w:style>
  <w:style w:type="table" w:styleId="TableGrid">
    <w:name w:val="Table Grid"/>
    <w:basedOn w:val="TableNormal"/>
    <w:uiPriority w:val="59"/>
    <w:rsid w:val="004608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229F"/>
  </w:style>
  <w:style w:type="character" w:customStyle="1" w:styleId="DateChar">
    <w:name w:val="Date Char"/>
    <w:link w:val="Date"/>
    <w:uiPriority w:val="99"/>
    <w:semiHidden/>
    <w:rsid w:val="00AA229F"/>
    <w:rPr>
      <w:sz w:val="22"/>
      <w:szCs w:val="22"/>
    </w:rPr>
  </w:style>
  <w:style w:type="character" w:styleId="PageNumber">
    <w:name w:val="page number"/>
    <w:basedOn w:val="DefaultParagraphFont"/>
    <w:rsid w:val="00595A49"/>
  </w:style>
  <w:style w:type="paragraph" w:customStyle="1" w:styleId="MOLCcList">
    <w:name w:val="MOL CcList"/>
    <w:basedOn w:val="Normal"/>
    <w:rsid w:val="00E23FF0"/>
    <w:pPr>
      <w:keepLines/>
      <w:spacing w:after="0" w:line="240" w:lineRule="auto"/>
      <w:ind w:left="357" w:hanging="357"/>
    </w:pPr>
    <w:rPr>
      <w:rFonts w:ascii="Arial" w:eastAsia="Times New Roman" w:hAnsi="Arial"/>
      <w:szCs w:val="20"/>
      <w:lang w:eastAsia="en-US"/>
    </w:rPr>
  </w:style>
  <w:style w:type="character" w:customStyle="1" w:styleId="Heading3Char">
    <w:name w:val="Heading 3 Char"/>
    <w:link w:val="Heading3"/>
    <w:semiHidden/>
    <w:rsid w:val="00E23FF0"/>
    <w:rPr>
      <w:rFonts w:ascii="Arial" w:hAnsi="Arial" w:cs="Arial"/>
      <w:b/>
      <w:bCs/>
      <w:sz w:val="26"/>
      <w:szCs w:val="26"/>
      <w:lang w:val="en-AU" w:eastAsia="en-US" w:bidi="ar-SA"/>
    </w:rPr>
  </w:style>
  <w:style w:type="paragraph" w:customStyle="1" w:styleId="MOLBodyText">
    <w:name w:val="MOL Body Text"/>
    <w:basedOn w:val="Normal"/>
    <w:rsid w:val="00E23FF0"/>
    <w:pPr>
      <w:spacing w:after="120" w:line="240" w:lineRule="auto"/>
    </w:pPr>
    <w:rPr>
      <w:rFonts w:ascii="Arial" w:eastAsia="Times New Roman" w:hAnsi="Arial"/>
      <w:szCs w:val="20"/>
      <w:lang w:eastAsia="en-US"/>
    </w:rPr>
  </w:style>
  <w:style w:type="paragraph" w:customStyle="1" w:styleId="MOLListL1">
    <w:name w:val="MOL List (L1)"/>
    <w:basedOn w:val="MOLBodyText"/>
    <w:rsid w:val="00E23FF0"/>
    <w:pPr>
      <w:numPr>
        <w:numId w:val="1"/>
      </w:numPr>
    </w:pPr>
  </w:style>
  <w:style w:type="paragraph" w:customStyle="1" w:styleId="MOLListL2">
    <w:name w:val="MOL List (L2)"/>
    <w:basedOn w:val="MOLBodyText"/>
    <w:rsid w:val="00E23FF0"/>
    <w:pPr>
      <w:numPr>
        <w:ilvl w:val="1"/>
        <w:numId w:val="1"/>
      </w:numPr>
    </w:pPr>
  </w:style>
  <w:style w:type="paragraph" w:customStyle="1" w:styleId="MOLListL3">
    <w:name w:val="MOL List (L3)"/>
    <w:basedOn w:val="MOLBodyText"/>
    <w:rsid w:val="00E23FF0"/>
    <w:pPr>
      <w:numPr>
        <w:ilvl w:val="2"/>
        <w:numId w:val="1"/>
      </w:numPr>
      <w:tabs>
        <w:tab w:val="clear" w:pos="2214"/>
        <w:tab w:val="left" w:pos="1701"/>
      </w:tabs>
    </w:pPr>
  </w:style>
  <w:style w:type="paragraph" w:customStyle="1" w:styleId="MOLListL4">
    <w:name w:val="MOL List (L4)"/>
    <w:basedOn w:val="MOLBodyText"/>
    <w:rsid w:val="00E23FF0"/>
    <w:pPr>
      <w:numPr>
        <w:ilvl w:val="3"/>
        <w:numId w:val="1"/>
      </w:numPr>
    </w:pPr>
  </w:style>
  <w:style w:type="paragraph" w:customStyle="1" w:styleId="MOLListL5">
    <w:name w:val="MOL List (L5)"/>
    <w:basedOn w:val="MOLBodyText"/>
    <w:rsid w:val="00E23FF0"/>
    <w:pPr>
      <w:numPr>
        <w:ilvl w:val="4"/>
        <w:numId w:val="1"/>
      </w:numPr>
    </w:pPr>
  </w:style>
  <w:style w:type="paragraph" w:customStyle="1" w:styleId="MOLListL6">
    <w:name w:val="MOL List (L6)"/>
    <w:basedOn w:val="MOLBodyText"/>
    <w:rsid w:val="00E23FF0"/>
    <w:pPr>
      <w:numPr>
        <w:ilvl w:val="5"/>
        <w:numId w:val="1"/>
      </w:numPr>
      <w:tabs>
        <w:tab w:val="clear" w:pos="3915"/>
        <w:tab w:val="left" w:pos="3402"/>
      </w:tabs>
    </w:pPr>
  </w:style>
  <w:style w:type="paragraph" w:customStyle="1" w:styleId="MOLListL7">
    <w:name w:val="MOL List (L7)"/>
    <w:basedOn w:val="MOLBodyText"/>
    <w:rsid w:val="00E23FF0"/>
    <w:pPr>
      <w:numPr>
        <w:ilvl w:val="6"/>
        <w:numId w:val="1"/>
      </w:numPr>
    </w:pPr>
  </w:style>
  <w:style w:type="paragraph" w:customStyle="1" w:styleId="MOLListL8">
    <w:name w:val="MOL List (L8)"/>
    <w:basedOn w:val="MOLBodyText"/>
    <w:rsid w:val="00E23FF0"/>
    <w:pPr>
      <w:numPr>
        <w:ilvl w:val="7"/>
        <w:numId w:val="1"/>
      </w:numPr>
      <w:tabs>
        <w:tab w:val="clear" w:pos="4689"/>
        <w:tab w:val="left" w:pos="4536"/>
      </w:tabs>
    </w:pPr>
  </w:style>
  <w:style w:type="paragraph" w:customStyle="1" w:styleId="MOLListL9">
    <w:name w:val="MOL List (L9)"/>
    <w:basedOn w:val="MOLBodyText"/>
    <w:rsid w:val="00E23FF0"/>
    <w:pPr>
      <w:numPr>
        <w:ilvl w:val="8"/>
        <w:numId w:val="1"/>
      </w:numPr>
    </w:pPr>
  </w:style>
  <w:style w:type="paragraph" w:styleId="BodyTextIndent">
    <w:name w:val="Body Text Indent"/>
    <w:basedOn w:val="Normal"/>
    <w:link w:val="BodyTextIndentChar"/>
    <w:rsid w:val="00E23FF0"/>
    <w:pPr>
      <w:spacing w:after="0" w:line="240" w:lineRule="auto"/>
      <w:ind w:left="600"/>
    </w:pPr>
    <w:rPr>
      <w:rFonts w:ascii="Arial" w:eastAsia="Times New Roman" w:hAnsi="Arial"/>
      <w:szCs w:val="20"/>
      <w:lang w:eastAsia="en-US"/>
    </w:rPr>
  </w:style>
  <w:style w:type="character" w:customStyle="1" w:styleId="BodyTextIndentChar">
    <w:name w:val="Body Text Indent Char"/>
    <w:link w:val="BodyTextIndent"/>
    <w:locked/>
    <w:rsid w:val="00E23FF0"/>
    <w:rPr>
      <w:rFonts w:ascii="Arial" w:hAnsi="Arial"/>
      <w:sz w:val="22"/>
      <w:lang w:val="en-AU" w:eastAsia="en-US" w:bidi="ar-SA"/>
    </w:rPr>
  </w:style>
  <w:style w:type="paragraph" w:styleId="ListBullet2">
    <w:name w:val="List Bullet 2"/>
    <w:basedOn w:val="Normal"/>
    <w:rsid w:val="00E23FF0"/>
    <w:pPr>
      <w:numPr>
        <w:numId w:val="3"/>
      </w:numPr>
      <w:spacing w:after="0" w:line="240" w:lineRule="auto"/>
      <w:contextualSpacing/>
    </w:pPr>
    <w:rPr>
      <w:rFonts w:ascii="Arial" w:eastAsia="Times New Roman" w:hAnsi="Arial"/>
      <w:szCs w:val="20"/>
      <w:lang w:eastAsia="en-US"/>
    </w:rPr>
  </w:style>
  <w:style w:type="paragraph" w:styleId="ListContinue">
    <w:name w:val="List Continue"/>
    <w:basedOn w:val="Normal"/>
    <w:rsid w:val="00E23FF0"/>
    <w:pPr>
      <w:spacing w:after="120" w:line="240" w:lineRule="auto"/>
      <w:ind w:left="283"/>
      <w:contextualSpacing/>
    </w:pPr>
    <w:rPr>
      <w:rFonts w:ascii="Arial" w:eastAsia="Times New Roman" w:hAnsi="Arial"/>
      <w:szCs w:val="20"/>
      <w:lang w:eastAsia="en-US"/>
    </w:rPr>
  </w:style>
  <w:style w:type="paragraph" w:styleId="ListContinue2">
    <w:name w:val="List Continue 2"/>
    <w:basedOn w:val="Normal"/>
    <w:rsid w:val="00E23FF0"/>
    <w:pPr>
      <w:spacing w:after="120"/>
      <w:ind w:left="566"/>
    </w:pPr>
  </w:style>
  <w:style w:type="character" w:styleId="Hyperlink">
    <w:name w:val="Hyperlink"/>
    <w:basedOn w:val="DefaultParagraphFont"/>
    <w:rsid w:val="000079C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629A"/>
    <w:pPr>
      <w:ind w:left="720"/>
      <w:contextualSpacing/>
    </w:pPr>
  </w:style>
  <w:style w:type="paragraph" w:customStyle="1" w:styleId="MOLSubjectLine">
    <w:name w:val="MOL Subject Line"/>
    <w:basedOn w:val="Normal"/>
    <w:uiPriority w:val="99"/>
    <w:rsid w:val="00515F96"/>
    <w:pPr>
      <w:spacing w:after="220" w:line="220" w:lineRule="atLeast"/>
    </w:pPr>
    <w:rPr>
      <w:rFonts w:ascii="Arial" w:eastAsia="Times New Roman" w:hAnsi="Arial"/>
      <w:b/>
      <w:szCs w:val="24"/>
      <w:lang w:eastAsia="en-US"/>
    </w:rPr>
  </w:style>
  <w:style w:type="paragraph" w:styleId="ListBullet">
    <w:name w:val="List Bullet"/>
    <w:basedOn w:val="Normal"/>
    <w:rsid w:val="009A2426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57D5"/>
    <w:pPr>
      <w:spacing w:after="200" w:line="276" w:lineRule="auto"/>
    </w:pPr>
    <w:rPr>
      <w:sz w:val="22"/>
      <w:szCs w:val="22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E23FF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51C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1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C59"/>
  </w:style>
  <w:style w:type="paragraph" w:styleId="Footer">
    <w:name w:val="footer"/>
    <w:basedOn w:val="Normal"/>
    <w:link w:val="FooterChar"/>
    <w:uiPriority w:val="99"/>
    <w:unhideWhenUsed/>
    <w:rsid w:val="00951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C59"/>
  </w:style>
  <w:style w:type="paragraph" w:customStyle="1" w:styleId="BodyText1">
    <w:name w:val="Body Text1"/>
    <w:rsid w:val="00FB77CC"/>
    <w:pPr>
      <w:suppressAutoHyphens/>
      <w:spacing w:after="120" w:line="240" w:lineRule="atLeast"/>
      <w:jc w:val="both"/>
    </w:pPr>
    <w:rPr>
      <w:rFonts w:ascii="Arial" w:eastAsia="Times New Roman" w:hAnsi="Arial"/>
      <w:sz w:val="18"/>
    </w:rPr>
  </w:style>
  <w:style w:type="table" w:styleId="TableGrid">
    <w:name w:val="Table Grid"/>
    <w:basedOn w:val="TableNormal"/>
    <w:uiPriority w:val="59"/>
    <w:rsid w:val="004608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229F"/>
  </w:style>
  <w:style w:type="character" w:customStyle="1" w:styleId="DateChar">
    <w:name w:val="Date Char"/>
    <w:link w:val="Date"/>
    <w:uiPriority w:val="99"/>
    <w:semiHidden/>
    <w:rsid w:val="00AA229F"/>
    <w:rPr>
      <w:sz w:val="22"/>
      <w:szCs w:val="22"/>
    </w:rPr>
  </w:style>
  <w:style w:type="character" w:styleId="PageNumber">
    <w:name w:val="page number"/>
    <w:basedOn w:val="DefaultParagraphFont"/>
    <w:rsid w:val="00595A49"/>
  </w:style>
  <w:style w:type="paragraph" w:customStyle="1" w:styleId="MOLCcList">
    <w:name w:val="MOL CcList"/>
    <w:basedOn w:val="Normal"/>
    <w:rsid w:val="00E23FF0"/>
    <w:pPr>
      <w:keepLines/>
      <w:spacing w:after="0" w:line="240" w:lineRule="auto"/>
      <w:ind w:left="357" w:hanging="357"/>
    </w:pPr>
    <w:rPr>
      <w:rFonts w:ascii="Arial" w:eastAsia="Times New Roman" w:hAnsi="Arial"/>
      <w:szCs w:val="20"/>
      <w:lang w:eastAsia="en-US"/>
    </w:rPr>
  </w:style>
  <w:style w:type="character" w:customStyle="1" w:styleId="Heading3Char">
    <w:name w:val="Heading 3 Char"/>
    <w:link w:val="Heading3"/>
    <w:semiHidden/>
    <w:rsid w:val="00E23FF0"/>
    <w:rPr>
      <w:rFonts w:ascii="Arial" w:hAnsi="Arial" w:cs="Arial"/>
      <w:b/>
      <w:bCs/>
      <w:sz w:val="26"/>
      <w:szCs w:val="26"/>
      <w:lang w:val="en-AU" w:eastAsia="en-US" w:bidi="ar-SA"/>
    </w:rPr>
  </w:style>
  <w:style w:type="paragraph" w:customStyle="1" w:styleId="MOLBodyText">
    <w:name w:val="MOL Body Text"/>
    <w:basedOn w:val="Normal"/>
    <w:rsid w:val="00E23FF0"/>
    <w:pPr>
      <w:spacing w:after="120" w:line="240" w:lineRule="auto"/>
    </w:pPr>
    <w:rPr>
      <w:rFonts w:ascii="Arial" w:eastAsia="Times New Roman" w:hAnsi="Arial"/>
      <w:szCs w:val="20"/>
      <w:lang w:eastAsia="en-US"/>
    </w:rPr>
  </w:style>
  <w:style w:type="paragraph" w:customStyle="1" w:styleId="MOLListL1">
    <w:name w:val="MOL List (L1)"/>
    <w:basedOn w:val="MOLBodyText"/>
    <w:rsid w:val="00E23FF0"/>
    <w:pPr>
      <w:numPr>
        <w:numId w:val="1"/>
      </w:numPr>
    </w:pPr>
  </w:style>
  <w:style w:type="paragraph" w:customStyle="1" w:styleId="MOLListL2">
    <w:name w:val="MOL List (L2)"/>
    <w:basedOn w:val="MOLBodyText"/>
    <w:rsid w:val="00E23FF0"/>
    <w:pPr>
      <w:numPr>
        <w:ilvl w:val="1"/>
        <w:numId w:val="1"/>
      </w:numPr>
    </w:pPr>
  </w:style>
  <w:style w:type="paragraph" w:customStyle="1" w:styleId="MOLListL3">
    <w:name w:val="MOL List (L3)"/>
    <w:basedOn w:val="MOLBodyText"/>
    <w:rsid w:val="00E23FF0"/>
    <w:pPr>
      <w:numPr>
        <w:ilvl w:val="2"/>
        <w:numId w:val="1"/>
      </w:numPr>
      <w:tabs>
        <w:tab w:val="clear" w:pos="2214"/>
        <w:tab w:val="left" w:pos="1701"/>
      </w:tabs>
    </w:pPr>
  </w:style>
  <w:style w:type="paragraph" w:customStyle="1" w:styleId="MOLListL4">
    <w:name w:val="MOL List (L4)"/>
    <w:basedOn w:val="MOLBodyText"/>
    <w:rsid w:val="00E23FF0"/>
    <w:pPr>
      <w:numPr>
        <w:ilvl w:val="3"/>
        <w:numId w:val="1"/>
      </w:numPr>
    </w:pPr>
  </w:style>
  <w:style w:type="paragraph" w:customStyle="1" w:styleId="MOLListL5">
    <w:name w:val="MOL List (L5)"/>
    <w:basedOn w:val="MOLBodyText"/>
    <w:rsid w:val="00E23FF0"/>
    <w:pPr>
      <w:numPr>
        <w:ilvl w:val="4"/>
        <w:numId w:val="1"/>
      </w:numPr>
    </w:pPr>
  </w:style>
  <w:style w:type="paragraph" w:customStyle="1" w:styleId="MOLListL6">
    <w:name w:val="MOL List (L6)"/>
    <w:basedOn w:val="MOLBodyText"/>
    <w:rsid w:val="00E23FF0"/>
    <w:pPr>
      <w:numPr>
        <w:ilvl w:val="5"/>
        <w:numId w:val="1"/>
      </w:numPr>
      <w:tabs>
        <w:tab w:val="clear" w:pos="3915"/>
        <w:tab w:val="left" w:pos="3402"/>
      </w:tabs>
    </w:pPr>
  </w:style>
  <w:style w:type="paragraph" w:customStyle="1" w:styleId="MOLListL7">
    <w:name w:val="MOL List (L7)"/>
    <w:basedOn w:val="MOLBodyText"/>
    <w:rsid w:val="00E23FF0"/>
    <w:pPr>
      <w:numPr>
        <w:ilvl w:val="6"/>
        <w:numId w:val="1"/>
      </w:numPr>
    </w:pPr>
  </w:style>
  <w:style w:type="paragraph" w:customStyle="1" w:styleId="MOLListL8">
    <w:name w:val="MOL List (L8)"/>
    <w:basedOn w:val="MOLBodyText"/>
    <w:rsid w:val="00E23FF0"/>
    <w:pPr>
      <w:numPr>
        <w:ilvl w:val="7"/>
        <w:numId w:val="1"/>
      </w:numPr>
      <w:tabs>
        <w:tab w:val="clear" w:pos="4689"/>
        <w:tab w:val="left" w:pos="4536"/>
      </w:tabs>
    </w:pPr>
  </w:style>
  <w:style w:type="paragraph" w:customStyle="1" w:styleId="MOLListL9">
    <w:name w:val="MOL List (L9)"/>
    <w:basedOn w:val="MOLBodyText"/>
    <w:rsid w:val="00E23FF0"/>
    <w:pPr>
      <w:numPr>
        <w:ilvl w:val="8"/>
        <w:numId w:val="1"/>
      </w:numPr>
    </w:pPr>
  </w:style>
  <w:style w:type="paragraph" w:styleId="BodyTextIndent">
    <w:name w:val="Body Text Indent"/>
    <w:basedOn w:val="Normal"/>
    <w:link w:val="BodyTextIndentChar"/>
    <w:rsid w:val="00E23FF0"/>
    <w:pPr>
      <w:spacing w:after="0" w:line="240" w:lineRule="auto"/>
      <w:ind w:left="600"/>
    </w:pPr>
    <w:rPr>
      <w:rFonts w:ascii="Arial" w:eastAsia="Times New Roman" w:hAnsi="Arial"/>
      <w:szCs w:val="20"/>
      <w:lang w:eastAsia="en-US"/>
    </w:rPr>
  </w:style>
  <w:style w:type="character" w:customStyle="1" w:styleId="BodyTextIndentChar">
    <w:name w:val="Body Text Indent Char"/>
    <w:link w:val="BodyTextIndent"/>
    <w:locked/>
    <w:rsid w:val="00E23FF0"/>
    <w:rPr>
      <w:rFonts w:ascii="Arial" w:hAnsi="Arial"/>
      <w:sz w:val="22"/>
      <w:lang w:val="en-AU" w:eastAsia="en-US" w:bidi="ar-SA"/>
    </w:rPr>
  </w:style>
  <w:style w:type="paragraph" w:styleId="ListBullet2">
    <w:name w:val="List Bullet 2"/>
    <w:basedOn w:val="Normal"/>
    <w:rsid w:val="00E23FF0"/>
    <w:pPr>
      <w:numPr>
        <w:numId w:val="3"/>
      </w:numPr>
      <w:spacing w:after="0" w:line="240" w:lineRule="auto"/>
      <w:contextualSpacing/>
    </w:pPr>
    <w:rPr>
      <w:rFonts w:ascii="Arial" w:eastAsia="Times New Roman" w:hAnsi="Arial"/>
      <w:szCs w:val="20"/>
      <w:lang w:eastAsia="en-US"/>
    </w:rPr>
  </w:style>
  <w:style w:type="paragraph" w:styleId="ListContinue">
    <w:name w:val="List Continue"/>
    <w:basedOn w:val="Normal"/>
    <w:rsid w:val="00E23FF0"/>
    <w:pPr>
      <w:spacing w:after="120" w:line="240" w:lineRule="auto"/>
      <w:ind w:left="283"/>
      <w:contextualSpacing/>
    </w:pPr>
    <w:rPr>
      <w:rFonts w:ascii="Arial" w:eastAsia="Times New Roman" w:hAnsi="Arial"/>
      <w:szCs w:val="20"/>
      <w:lang w:eastAsia="en-US"/>
    </w:rPr>
  </w:style>
  <w:style w:type="paragraph" w:styleId="ListContinue2">
    <w:name w:val="List Continue 2"/>
    <w:basedOn w:val="Normal"/>
    <w:rsid w:val="00E23FF0"/>
    <w:pPr>
      <w:spacing w:after="120"/>
      <w:ind w:left="566"/>
    </w:pPr>
  </w:style>
  <w:style w:type="character" w:styleId="Hyperlink">
    <w:name w:val="Hyperlink"/>
    <w:basedOn w:val="DefaultParagraphFont"/>
    <w:rsid w:val="000079C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629A"/>
    <w:pPr>
      <w:ind w:left="720"/>
      <w:contextualSpacing/>
    </w:pPr>
  </w:style>
  <w:style w:type="paragraph" w:customStyle="1" w:styleId="MOLSubjectLine">
    <w:name w:val="MOL Subject Line"/>
    <w:basedOn w:val="Normal"/>
    <w:uiPriority w:val="99"/>
    <w:rsid w:val="00515F96"/>
    <w:pPr>
      <w:spacing w:after="220" w:line="220" w:lineRule="atLeast"/>
    </w:pPr>
    <w:rPr>
      <w:rFonts w:ascii="Arial" w:eastAsia="Times New Roman" w:hAnsi="Arial"/>
      <w:b/>
      <w:szCs w:val="24"/>
      <w:lang w:eastAsia="en-US"/>
    </w:rPr>
  </w:style>
  <w:style w:type="paragraph" w:styleId="ListBullet">
    <w:name w:val="List Bullet"/>
    <w:basedOn w:val="Normal"/>
    <w:rsid w:val="009A2426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ris\AppData\Roaming\Microsoft\Templates\Retainer%20Letter%20-%20Stern%20Leg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\Users\Boris\AppData\Roaming\Microsoft\Templates\Retainer Letter - Stern Legal.dot</Template>
  <TotalTime>1</TotalTime>
  <Pages>1</Pages>
  <Words>11</Words>
  <Characters>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Boris Mutavdzija</cp:lastModifiedBy>
  <cp:revision>4</cp:revision>
  <cp:lastPrinted>2014-07-31T05:46:00Z</cp:lastPrinted>
  <dcterms:created xsi:type="dcterms:W3CDTF">2014-12-22T02:13:00Z</dcterms:created>
  <dcterms:modified xsi:type="dcterms:W3CDTF">2014-12-22T02:14:00Z</dcterms:modified>
</cp:coreProperties>
</file>